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4F0D18A6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5B5FD8">
        <w:rPr>
          <w:rFonts w:ascii="Corbel" w:hAnsi="Corbel"/>
          <w:b/>
          <w:smallCaps/>
          <w:sz w:val="24"/>
          <w:szCs w:val="24"/>
        </w:rPr>
        <w:t>2022-2024</w:t>
      </w:r>
    </w:p>
    <w:p w14:paraId="6318E983" w14:textId="40D1E4D9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5B5FD8">
        <w:rPr>
          <w:rFonts w:ascii="Corbel" w:hAnsi="Corbel"/>
          <w:sz w:val="20"/>
          <w:szCs w:val="20"/>
        </w:rPr>
        <w:t>3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5B5FD8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1CE1710" w:rsidR="0085747A" w:rsidRPr="00A6530A" w:rsidRDefault="00186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D9CC26" w:rsidR="00015B8F" w:rsidRPr="00A6530A" w:rsidRDefault="001862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62BA880" w:rsidR="00015B8F" w:rsidRPr="00A6530A" w:rsidRDefault="006D03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240522F0" w:rsidR="0085747A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2AA3E0B5" w:rsidR="00C61DC5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09F6267" w:rsidR="00C61DC5" w:rsidRPr="00A6530A" w:rsidRDefault="006D03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6CD323C" w:rsidR="0085747A" w:rsidRPr="00A6530A" w:rsidRDefault="006D03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D72DC08" w:rsidR="0085747A" w:rsidRPr="00A6530A" w:rsidRDefault="006D03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Pazio, Marketing na rynkach międzynarodowych,Politechnika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9F60F" w14:textId="77777777" w:rsidR="00942D35" w:rsidRDefault="00942D35" w:rsidP="00C16ABF">
      <w:pPr>
        <w:spacing w:after="0" w:line="240" w:lineRule="auto"/>
      </w:pPr>
      <w:r>
        <w:separator/>
      </w:r>
    </w:p>
  </w:endnote>
  <w:endnote w:type="continuationSeparator" w:id="0">
    <w:p w14:paraId="2F271E54" w14:textId="77777777" w:rsidR="00942D35" w:rsidRDefault="00942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80F2F" w14:textId="77777777" w:rsidR="00942D35" w:rsidRDefault="00942D35" w:rsidP="00C16ABF">
      <w:pPr>
        <w:spacing w:after="0" w:line="240" w:lineRule="auto"/>
      </w:pPr>
      <w:r>
        <w:separator/>
      </w:r>
    </w:p>
  </w:footnote>
  <w:footnote w:type="continuationSeparator" w:id="0">
    <w:p w14:paraId="3F834F33" w14:textId="77777777" w:rsidR="00942D35" w:rsidRDefault="00942D3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231057">
    <w:abstractNumId w:val="1"/>
  </w:num>
  <w:num w:numId="2" w16cid:durableId="1054236253">
    <w:abstractNumId w:val="3"/>
  </w:num>
  <w:num w:numId="3" w16cid:durableId="1621641695">
    <w:abstractNumId w:val="4"/>
  </w:num>
  <w:num w:numId="4" w16cid:durableId="811750965">
    <w:abstractNumId w:val="0"/>
  </w:num>
  <w:num w:numId="5" w16cid:durableId="3470060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236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A7D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B5FD8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D03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D35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B5891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94A72"/>
    <w:rsid w:val="00DA2114"/>
    <w:rsid w:val="00DA6057"/>
    <w:rsid w:val="00DC3A5E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E8B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AE115-ED9B-49D3-AAB2-A7F9F6DC6745}"/>
</file>

<file path=customXml/itemProps3.xml><?xml version="1.0" encoding="utf-8"?>
<ds:datastoreItem xmlns:ds="http://schemas.openxmlformats.org/officeDocument/2006/customXml" ds:itemID="{963C2982-DA63-4D8A-B69C-C2A2AF01DA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1111</Words>
  <Characters>6671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2020-12-13T13:22:00Z</dcterms:created>
  <dcterms:modified xsi:type="dcterms:W3CDTF">2022-05-30T22:29:00Z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